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343" w:rsidRDefault="00D40343" w:rsidP="00D40343">
      <w:pPr>
        <w:jc w:val="right"/>
      </w:pPr>
      <w:r>
        <w:t>Galen Lansbury</w:t>
      </w:r>
    </w:p>
    <w:p w:rsidR="00D40343" w:rsidRPr="009B5921" w:rsidRDefault="00D40343" w:rsidP="00D40343">
      <w:pPr>
        <w:jc w:val="right"/>
      </w:pPr>
      <w:r>
        <w:t>28 JUL 2014</w:t>
      </w:r>
    </w:p>
    <w:p w:rsidR="00D40343" w:rsidRDefault="00D40343" w:rsidP="00D40343">
      <w:pPr>
        <w:jc w:val="center"/>
        <w:rPr>
          <w:b/>
          <w:sz w:val="36"/>
        </w:rPr>
      </w:pPr>
      <w:r>
        <w:rPr>
          <w:b/>
          <w:sz w:val="36"/>
        </w:rPr>
        <w:t>Various Outlook Files</w:t>
      </w:r>
    </w:p>
    <w:p w:rsidR="00612B2B" w:rsidRDefault="00D40343">
      <w:r>
        <w:tab/>
      </w:r>
      <w:r w:rsidR="00612B2B">
        <w:t xml:space="preserve">Outlook allows you to save messages in 6 different formats. </w:t>
      </w:r>
    </w:p>
    <w:p w:rsidR="00612B2B" w:rsidRDefault="00612B2B">
      <w:r>
        <w:rPr>
          <w:noProof/>
        </w:rPr>
        <w:drawing>
          <wp:inline distT="0" distB="0" distL="0" distR="0">
            <wp:extent cx="5934075" cy="3857625"/>
            <wp:effectExtent l="0" t="0" r="9525" b="9525"/>
            <wp:docPr id="1" name="Picture 1" descr="\\luq\gklansbu$\Desktop\TypesOfFil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\\luq\gklansbu$\Desktop\TypesOfFiles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85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B2B" w:rsidRDefault="00612B2B"/>
    <w:p w:rsidR="000C47B6" w:rsidRDefault="00612B2B">
      <w:r>
        <w:t>I created a message for each format. Each message I created is the same, it is just saved in a different format. Each message is composed of the following.</w:t>
      </w:r>
    </w:p>
    <w:p w:rsidR="00612B2B" w:rsidRDefault="00612B2B" w:rsidP="00612B2B">
      <w:pPr>
        <w:pStyle w:val="ListParagraph"/>
        <w:numPr>
          <w:ilvl w:val="0"/>
          <w:numId w:val="1"/>
        </w:numPr>
      </w:pPr>
      <w:r>
        <w:t>2 Attachments</w:t>
      </w:r>
    </w:p>
    <w:p w:rsidR="00612B2B" w:rsidRDefault="00612B2B" w:rsidP="00612B2B">
      <w:pPr>
        <w:pStyle w:val="ListParagraph"/>
        <w:numPr>
          <w:ilvl w:val="1"/>
          <w:numId w:val="1"/>
        </w:numPr>
      </w:pPr>
      <w:r>
        <w:t>A Word Document</w:t>
      </w:r>
    </w:p>
    <w:p w:rsidR="00612B2B" w:rsidRDefault="00612B2B" w:rsidP="00612B2B">
      <w:pPr>
        <w:pStyle w:val="ListParagraph"/>
        <w:numPr>
          <w:ilvl w:val="2"/>
          <w:numId w:val="1"/>
        </w:numPr>
      </w:pPr>
      <w:r>
        <w:t xml:space="preserve">This contains arbitrary data and an email: </w:t>
      </w:r>
      <w:hyperlink r:id="rId8" w:history="1">
        <w:r w:rsidRPr="00AF3335">
          <w:rPr>
            <w:rStyle w:val="Hyperlink"/>
          </w:rPr>
          <w:t>Attached_Email@email.com</w:t>
        </w:r>
      </w:hyperlink>
    </w:p>
    <w:p w:rsidR="00612B2B" w:rsidRDefault="00612B2B" w:rsidP="00612B2B">
      <w:pPr>
        <w:pStyle w:val="ListParagraph"/>
        <w:numPr>
          <w:ilvl w:val="1"/>
          <w:numId w:val="1"/>
        </w:numPr>
      </w:pPr>
      <w:r>
        <w:t>A JPEG</w:t>
      </w:r>
    </w:p>
    <w:p w:rsidR="00612B2B" w:rsidRDefault="00612B2B" w:rsidP="00612B2B">
      <w:pPr>
        <w:pStyle w:val="ListParagraph"/>
        <w:numPr>
          <w:ilvl w:val="2"/>
          <w:numId w:val="1"/>
        </w:numPr>
      </w:pPr>
      <w:r>
        <w:t>This Jpeg Contains EXIF and GPS data</w:t>
      </w:r>
    </w:p>
    <w:p w:rsidR="00612B2B" w:rsidRDefault="00612B2B" w:rsidP="00612B2B">
      <w:pPr>
        <w:pStyle w:val="ListParagraph"/>
        <w:numPr>
          <w:ilvl w:val="0"/>
          <w:numId w:val="1"/>
        </w:numPr>
      </w:pPr>
      <w:r>
        <w:t>The body of the email</w:t>
      </w:r>
    </w:p>
    <w:p w:rsidR="00612B2B" w:rsidRDefault="00612B2B" w:rsidP="00612B2B">
      <w:pPr>
        <w:pStyle w:val="ListParagraph"/>
        <w:numPr>
          <w:ilvl w:val="1"/>
          <w:numId w:val="1"/>
        </w:numPr>
      </w:pPr>
      <w:r>
        <w:t>The body of this email is just arbitrary text and an email, “InBody_Email@email.com”</w:t>
      </w:r>
      <w:bookmarkStart w:id="0" w:name="_GoBack"/>
      <w:bookmarkEnd w:id="0"/>
    </w:p>
    <w:sectPr w:rsidR="00612B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FB6913"/>
    <w:multiLevelType w:val="hybridMultilevel"/>
    <w:tmpl w:val="C548CD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343"/>
    <w:rsid w:val="000A6612"/>
    <w:rsid w:val="00612B2B"/>
    <w:rsid w:val="00D40343"/>
    <w:rsid w:val="00D97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3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2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2B2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2B2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2B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3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2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2B2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2B2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2B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06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ttached_Email@email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F6AC4-25A5-44AC-BE7E-7C79516D9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FDD6A8B1</Template>
  <TotalTime>5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Lansbury, Galen (CIV)</dc:creator>
  <cp:lastModifiedBy>Lansbury, Galen (CIV)</cp:lastModifiedBy>
  <cp:revision>2</cp:revision>
  <dcterms:created xsi:type="dcterms:W3CDTF">2014-07-31T17:14:00Z</dcterms:created>
  <dcterms:modified xsi:type="dcterms:W3CDTF">2014-08-01T20:01:00Z</dcterms:modified>
</cp:coreProperties>
</file>